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ПРИЛЖЕНИЕ № 8 </w:t>
      </w:r>
    </w:p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от 15.10. 2015 г. № 53</w:t>
      </w:r>
    </w:p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«ПИЛОЖЕНИЕ № 8</w:t>
      </w:r>
    </w:p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от 18.12.2014 г. №25</w:t>
      </w:r>
    </w:p>
    <w:p w:rsidR="00AB6290" w:rsidRPr="003843E6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AB6290" w:rsidRPr="003843E6" w:rsidRDefault="00AB6290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AB6290" w:rsidRPr="003843E6" w:rsidRDefault="00AB6290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 15.10. 2015 г. № 53</w:t>
      </w:r>
    </w:p>
    <w:p w:rsidR="00AB6290" w:rsidRDefault="00AB6290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sz w:val="27"/>
          <w:szCs w:val="27"/>
        </w:rPr>
      </w:pPr>
    </w:p>
    <w:p w:rsidR="00AB6290" w:rsidRDefault="00AB6290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B6290" w:rsidRPr="00F057D4" w:rsidRDefault="00AB6290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AB6290" w:rsidRPr="00FD0CD3" w:rsidRDefault="00AB6290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AB6290" w:rsidRPr="00FD0CD3" w:rsidRDefault="00AB6290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AB6290" w:rsidRPr="009105B9" w:rsidRDefault="00AB6290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6290" w:rsidRDefault="00AB6290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AB6290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290" w:rsidRPr="001435FF" w:rsidRDefault="00AB6290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290" w:rsidRPr="008D66B7" w:rsidRDefault="00AB6290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B6290" w:rsidRPr="001435FF" w:rsidRDefault="00AB6290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AB6290" w:rsidRPr="001435FF" w:rsidRDefault="00AB6290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AB6290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90" w:rsidRPr="001435FF" w:rsidRDefault="00AB6290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90" w:rsidRPr="001435FF" w:rsidRDefault="00AB6290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90" w:rsidRPr="001435FF" w:rsidRDefault="00AB6290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B6290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AB6290" w:rsidRPr="001435FF" w:rsidRDefault="00AB6290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AB6290" w:rsidRPr="009C2D45" w:rsidRDefault="00AB6290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AB6290" w:rsidRPr="00690313" w:rsidRDefault="00AB6290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6290" w:rsidRPr="001435FF">
        <w:trPr>
          <w:trHeight w:val="113"/>
        </w:trPr>
        <w:tc>
          <w:tcPr>
            <w:tcW w:w="561" w:type="dxa"/>
            <w:vMerge/>
          </w:tcPr>
          <w:p w:rsidR="00AB6290" w:rsidRPr="001435FF" w:rsidRDefault="00AB6290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AB6290" w:rsidRPr="001435FF" w:rsidRDefault="00AB6290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AB6290" w:rsidRPr="001569FE" w:rsidRDefault="00AB6290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9 138 000.00</w:t>
            </w:r>
          </w:p>
        </w:tc>
      </w:tr>
      <w:tr w:rsidR="00AB6290" w:rsidRPr="00A755D8">
        <w:trPr>
          <w:trHeight w:val="113"/>
        </w:trPr>
        <w:tc>
          <w:tcPr>
            <w:tcW w:w="561" w:type="dxa"/>
          </w:tcPr>
          <w:p w:rsidR="00AB6290" w:rsidRPr="00A755D8" w:rsidRDefault="00AB6290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AB6290" w:rsidRPr="00A755D8" w:rsidRDefault="00AB6290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AB6290" w:rsidRPr="00A755D8" w:rsidRDefault="00AB6290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B6290" w:rsidRPr="00EE057C">
        <w:trPr>
          <w:trHeight w:val="113"/>
        </w:trPr>
        <w:tc>
          <w:tcPr>
            <w:tcW w:w="6961" w:type="dxa"/>
            <w:gridSpan w:val="2"/>
          </w:tcPr>
          <w:p w:rsidR="00AB6290" w:rsidRPr="00EE057C" w:rsidRDefault="00AB6290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AB6290" w:rsidRDefault="00AB6290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9 138 000.00</w:t>
            </w:r>
          </w:p>
        </w:tc>
      </w:tr>
    </w:tbl>
    <w:p w:rsidR="00AB6290" w:rsidRPr="00EE057C" w:rsidRDefault="00AB6290">
      <w:pPr>
        <w:rPr>
          <w:rFonts w:ascii="Times New Roman" w:hAnsi="Times New Roman" w:cs="Times New Roman"/>
          <w:sz w:val="28"/>
          <w:szCs w:val="28"/>
        </w:rPr>
      </w:pPr>
    </w:p>
    <w:p w:rsidR="00AB6290" w:rsidRPr="00EE057C" w:rsidRDefault="00AB6290">
      <w:pPr>
        <w:rPr>
          <w:rFonts w:ascii="Times New Roman" w:hAnsi="Times New Roman" w:cs="Times New Roman"/>
          <w:sz w:val="28"/>
          <w:szCs w:val="28"/>
        </w:rPr>
      </w:pPr>
    </w:p>
    <w:p w:rsidR="00AB6290" w:rsidRPr="00EE057C" w:rsidRDefault="00AB6290">
      <w:pPr>
        <w:rPr>
          <w:rFonts w:ascii="Times New Roman" w:hAnsi="Times New Roman" w:cs="Times New Roman"/>
          <w:sz w:val="28"/>
          <w:szCs w:val="28"/>
        </w:rPr>
      </w:pPr>
    </w:p>
    <w:p w:rsidR="00AB6290" w:rsidRPr="00EE057C" w:rsidRDefault="00AB6290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AB6290" w:rsidRDefault="00AB6290"/>
    <w:sectPr w:rsidR="00AB6290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52DD"/>
    <w:rsid w:val="00DF068A"/>
    <w:rsid w:val="00DF1B2E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6D57"/>
    <w:rsid w:val="00F057D4"/>
    <w:rsid w:val="00F0786D"/>
    <w:rsid w:val="00F13383"/>
    <w:rsid w:val="00F136C0"/>
    <w:rsid w:val="00F167C1"/>
    <w:rsid w:val="00F32DAD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152</Words>
  <Characters>872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11</cp:revision>
  <cp:lastPrinted>2015-10-21T07:01:00Z</cp:lastPrinted>
  <dcterms:created xsi:type="dcterms:W3CDTF">2014-11-11T11:46:00Z</dcterms:created>
  <dcterms:modified xsi:type="dcterms:W3CDTF">2015-10-21T07:11:00Z</dcterms:modified>
</cp:coreProperties>
</file>